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Times New Roman" w:hAnsi="Times New Roman" w:eastAsia="方正小标宋简体" w:cs="方正小标宋简体"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Times New Roman" w:hAnsi="Times New Roman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color w:val="auto"/>
          <w:sz w:val="44"/>
          <w:szCs w:val="44"/>
        </w:rPr>
        <w:t>附件材料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6"/>
        <w:jc w:val="center"/>
        <w:textAlignment w:val="auto"/>
        <w:rPr>
          <w:rFonts w:hint="eastAsia" w:ascii="Times New Roman" w:hAnsi="Times New Roman" w:eastAsia="方正黑体简体"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1、申报人选近5年取得的代表性成果简要介绍（包括主要内容、创新点、科学价值及成果转化价值，不超过1500字）；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2、身份证或护照复印件；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3、学历学位证书复印件；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4、在本单位任职的证明材料；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5、主要成果（获得的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奖励、荣誉证书、代表性论著或论文、专利证书、产品证书）复印件或证明材料；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6、领导（参与）过的主要项目证明材料；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7、出席、组织重要学术会议或在重要学术组织任职证明材料；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8、成果开发、转化和应用推广及经济、社会效益等证明材料；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614" w:firstLineChars="192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9、其他需要提交的材料。</w:t>
      </w: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FhM2JhNzQ2YWVjNWEwYTkxYTE0OWE1NDRiYmQzYzcifQ=="/>
  </w:docVars>
  <w:rsids>
    <w:rsidRoot w:val="00D155AE"/>
    <w:rsid w:val="00107122"/>
    <w:rsid w:val="00174D96"/>
    <w:rsid w:val="00585358"/>
    <w:rsid w:val="00790062"/>
    <w:rsid w:val="00832694"/>
    <w:rsid w:val="008E4611"/>
    <w:rsid w:val="00C166C0"/>
    <w:rsid w:val="00D155AE"/>
    <w:rsid w:val="00E96DFF"/>
    <w:rsid w:val="00FF2DD3"/>
    <w:rsid w:val="01714F8F"/>
    <w:rsid w:val="65A0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993366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230</Characters>
  <Lines>1</Lines>
  <Paragraphs>1</Paragraphs>
  <TotalTime>5</TotalTime>
  <ScaleCrop>false</ScaleCrop>
  <LinksUpToDate>false</LinksUpToDate>
  <CharactersWithSpaces>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2017-12-01T03:09:00Z</dcterms:created>
  <dc:creator>高层次人才项目办公室</dc:creator>
  <cp:lastModifiedBy>Administrator</cp:lastModifiedBy>
  <dcterms:modified xsi:type="dcterms:W3CDTF">2023-07-10T11:13:40Z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26F2873BAB8A45DF9949218D94E0F87C_12</vt:lpwstr>
  </property>
</Properties>
</file>